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1B69B08-C32D-411A-A04B-6F875BAA2F0F}"/>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